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28A0A42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5C5A15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0F6D81" w:rsidR="0085747A" w:rsidP="00EA4832" w:rsidRDefault="0071620A" w14:paraId="79CA68A7" w14:textId="218AB07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Pr="000F6D81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EC5C03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040B26" w:rsidRDefault="00445970" w14:paraId="442B8C09" w14:textId="3D3783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EC5C03">
        <w:rPr>
          <w:rFonts w:ascii="Corbel" w:hAnsi="Corbel"/>
          <w:sz w:val="20"/>
          <w:szCs w:val="20"/>
        </w:rPr>
        <w:t>1</w:t>
      </w:r>
      <w:r w:rsidR="00D71695">
        <w:rPr>
          <w:rFonts w:ascii="Corbel" w:hAnsi="Corbel"/>
          <w:sz w:val="20"/>
          <w:szCs w:val="20"/>
        </w:rPr>
        <w:t>/202</w:t>
      </w:r>
      <w:r w:rsidR="00EC5C03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55A7FF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8F4326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A49B6F6" w14:textId="77777777">
        <w:tc>
          <w:tcPr>
            <w:tcW w:w="2694" w:type="dxa"/>
            <w:vAlign w:val="center"/>
          </w:tcPr>
          <w:p w:rsidRPr="009C54AE" w:rsidR="0085747A" w:rsidP="009C54AE" w:rsidRDefault="00C05F44" w14:paraId="3B3DFB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F6D81" w14:paraId="53D8AB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Pr="009C54AE" w:rsidR="0085747A" w:rsidTr="00B819C8" w14:paraId="53582E15" w14:textId="77777777">
        <w:tc>
          <w:tcPr>
            <w:tcW w:w="2694" w:type="dxa"/>
            <w:vAlign w:val="center"/>
          </w:tcPr>
          <w:p w:rsidRPr="009C54AE" w:rsidR="0085747A" w:rsidP="009C54AE" w:rsidRDefault="00C05F44" w14:paraId="38FCD6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F6D81" w14:paraId="56CB61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Pr="009C54AE" w:rsidR="0085747A" w:rsidTr="00B819C8" w14:paraId="63D00316" w14:textId="77777777">
        <w:tc>
          <w:tcPr>
            <w:tcW w:w="2694" w:type="dxa"/>
            <w:vAlign w:val="center"/>
          </w:tcPr>
          <w:p w:rsidRPr="009C54AE" w:rsidR="0085747A" w:rsidP="00EA4832" w:rsidRDefault="0017512A" w14:paraId="78ECB21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B7934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EA6A283" w14:textId="77777777">
        <w:tc>
          <w:tcPr>
            <w:tcW w:w="2694" w:type="dxa"/>
            <w:vAlign w:val="center"/>
          </w:tcPr>
          <w:p w:rsidRPr="009C54AE" w:rsidR="0085747A" w:rsidP="009C54AE" w:rsidRDefault="0085747A" w14:paraId="3E134D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C788C" w:rsidR="0085747A" w:rsidP="000F6D81" w:rsidRDefault="00AC788C" w14:paraId="05984BF5" w14:textId="40EE06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057E8026" w14:textId="77777777">
        <w:tc>
          <w:tcPr>
            <w:tcW w:w="2694" w:type="dxa"/>
            <w:vAlign w:val="center"/>
          </w:tcPr>
          <w:p w:rsidRPr="009C54AE" w:rsidR="0085747A" w:rsidP="009C54AE" w:rsidRDefault="0085747A" w14:paraId="19B551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F6D81" w14:paraId="5BFFF59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0E2AB6E5" w14:textId="77777777">
        <w:tc>
          <w:tcPr>
            <w:tcW w:w="2694" w:type="dxa"/>
            <w:vAlign w:val="center"/>
          </w:tcPr>
          <w:p w:rsidRPr="009C54AE" w:rsidR="0085747A" w:rsidP="009C54AE" w:rsidRDefault="00DE4A14" w14:paraId="6106EB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0F6D81" w:rsidRDefault="0017512A" w14:paraId="6190E193" w14:textId="0406D9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7ACFD585" w14:textId="77777777">
        <w:tc>
          <w:tcPr>
            <w:tcW w:w="2694" w:type="dxa"/>
            <w:vAlign w:val="center"/>
          </w:tcPr>
          <w:p w:rsidRPr="009C54AE" w:rsidR="0085747A" w:rsidP="009C54AE" w:rsidRDefault="0085747A" w14:paraId="17B737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ADEA7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68B918E0" w14:textId="77777777">
        <w:tc>
          <w:tcPr>
            <w:tcW w:w="2694" w:type="dxa"/>
            <w:vAlign w:val="center"/>
          </w:tcPr>
          <w:p w:rsidRPr="009C54AE" w:rsidR="0085747A" w:rsidP="009C54AE" w:rsidRDefault="0085747A" w14:paraId="123F39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0F6D81" w:rsidRDefault="0017512A" w14:paraId="1E98D8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48D4BA3" w14:textId="77777777">
        <w:tc>
          <w:tcPr>
            <w:tcW w:w="2694" w:type="dxa"/>
            <w:vAlign w:val="center"/>
          </w:tcPr>
          <w:p w:rsidRPr="009C54AE" w:rsidR="0085747A" w:rsidP="009C54AE" w:rsidRDefault="0085747A" w14:paraId="1FFC40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F6D81" w14:paraId="2B3B14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00B819C8" w14:paraId="45045A9F" w14:textId="77777777">
        <w:tc>
          <w:tcPr>
            <w:tcW w:w="2694" w:type="dxa"/>
            <w:vAlign w:val="center"/>
          </w:tcPr>
          <w:p w:rsidRPr="009C54AE" w:rsidR="0085747A" w:rsidP="009C54AE" w:rsidRDefault="0085747A" w14:paraId="0B9B72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57E9AC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1D3E9B93" w14:textId="77777777">
        <w:tc>
          <w:tcPr>
            <w:tcW w:w="2694" w:type="dxa"/>
            <w:vAlign w:val="center"/>
          </w:tcPr>
          <w:p w:rsidRPr="009C54AE" w:rsidR="00923D7D" w:rsidP="009C54AE" w:rsidRDefault="00923D7D" w14:paraId="531564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6BF20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27AA384B" w14:textId="77777777">
        <w:tc>
          <w:tcPr>
            <w:tcW w:w="2694" w:type="dxa"/>
            <w:vAlign w:val="center"/>
          </w:tcPr>
          <w:p w:rsidRPr="009C54AE" w:rsidR="0085747A" w:rsidP="009C54AE" w:rsidRDefault="0085747A" w14:paraId="05E317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0F6D81" w:rsidRDefault="000F6D81" w14:paraId="73F8B7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Pr="009C54AE" w:rsidR="0085747A" w:rsidTr="00B819C8" w14:paraId="184FBFBB" w14:textId="77777777">
        <w:tc>
          <w:tcPr>
            <w:tcW w:w="2694" w:type="dxa"/>
            <w:vAlign w:val="center"/>
          </w:tcPr>
          <w:p w:rsidRPr="009C54AE" w:rsidR="0085747A" w:rsidP="009C54AE" w:rsidRDefault="0085747A" w14:paraId="483E58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F6D81" w14:paraId="1ADFD7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:rsidRPr="009C54AE" w:rsidR="0085747A" w:rsidP="009C54AE" w:rsidRDefault="0085747A" w14:paraId="467B3A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08425B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8A7124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C74135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7C96D75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C17D4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9437D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3DC5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DD7A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CA1C2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AB17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2AC75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1DB4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7A2EA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145D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844A5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0A9E6B5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0F6D81" w14:paraId="41D102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A51EC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F6D81" w14:paraId="03F0DB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112C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FF4CB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D3573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9ADB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DF48C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B4B1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F6D81" w14:paraId="541A28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7A89E11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68E324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82BF40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6B3D1D" w:rsidP="006B3D1D" w:rsidRDefault="006B3D1D" w14:paraId="503E1FE7" w14:textId="2B5D17B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:rsidRPr="00FD7701" w:rsidR="006B3D1D" w:rsidP="006B3D1D" w:rsidRDefault="006B3D1D" w14:paraId="7A5AD248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614526" w:rsidP="009C54AE" w:rsidRDefault="00614526" w14:paraId="1A87544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4B8FC5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6E2452" w:rsidR="009C54AE" w:rsidP="009C54AE" w:rsidRDefault="000F6D81" w14:paraId="57B45E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3DA210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D6C955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394E19F" w14:textId="77777777">
        <w:tc>
          <w:tcPr>
            <w:tcW w:w="9670" w:type="dxa"/>
          </w:tcPr>
          <w:p w:rsidRPr="009C54AE" w:rsidR="0085747A" w:rsidP="000F6D81" w:rsidRDefault="000F6D81" w14:paraId="19AB16C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:rsidR="00153C41" w:rsidP="009C54AE" w:rsidRDefault="00153C41" w14:paraId="11A0861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645582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D53BFA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0EC9B0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0040CD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F7758D1" w14:textId="77777777">
        <w:tc>
          <w:tcPr>
            <w:tcW w:w="851" w:type="dxa"/>
            <w:vAlign w:val="center"/>
          </w:tcPr>
          <w:p w:rsidRPr="009C54AE" w:rsidR="0085747A" w:rsidP="009C54AE" w:rsidRDefault="0085747A" w14:paraId="566DA83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F6D81" w14:paraId="47DC09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Pr="009C54AE" w:rsidR="0085747A" w:rsidTr="00923D7D" w14:paraId="70ABCB41" w14:textId="77777777">
        <w:tc>
          <w:tcPr>
            <w:tcW w:w="851" w:type="dxa"/>
            <w:vAlign w:val="center"/>
          </w:tcPr>
          <w:p w:rsidRPr="009C54AE" w:rsidR="0085747A" w:rsidP="009C54AE" w:rsidRDefault="000F6D81" w14:paraId="00972F1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F6D81" w14:paraId="42F5F4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Pr="009C54AE" w:rsidR="0085747A" w:rsidTr="00923D7D" w14:paraId="172AC19B" w14:textId="77777777">
        <w:tc>
          <w:tcPr>
            <w:tcW w:w="851" w:type="dxa"/>
            <w:vAlign w:val="center"/>
          </w:tcPr>
          <w:p w:rsidRPr="009C54AE" w:rsidR="0085747A" w:rsidP="009C54AE" w:rsidRDefault="000F6D81" w14:paraId="09A1688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F6D81" w14:paraId="103332A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:rsidRPr="009C54AE" w:rsidR="0085747A" w:rsidP="009C54AE" w:rsidRDefault="0085747A" w14:paraId="5E520CB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CBF4F5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2532AD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5124C9C3" w14:textId="77777777">
        <w:tc>
          <w:tcPr>
            <w:tcW w:w="1701" w:type="dxa"/>
            <w:vAlign w:val="center"/>
          </w:tcPr>
          <w:p w:rsidRPr="009C54AE" w:rsidR="0085747A" w:rsidP="009C54AE" w:rsidRDefault="0085747A" w14:paraId="6B9F9E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59BDB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73C58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16CE3FCF" w14:textId="77777777">
        <w:tc>
          <w:tcPr>
            <w:tcW w:w="1701" w:type="dxa"/>
          </w:tcPr>
          <w:p w:rsidRPr="009C54AE" w:rsidR="0085747A" w:rsidP="009C54AE" w:rsidRDefault="000F6D81" w14:paraId="0B5D10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0F6D81" w14:paraId="0C59CB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:rsidR="000F6D81" w:rsidP="00D71695" w:rsidRDefault="000F6D81" w14:paraId="6BEB8C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85747A" w:rsidP="00D71695" w:rsidRDefault="000F6D81" w14:paraId="467BCF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2BACEEF5" w14:textId="77777777">
        <w:tc>
          <w:tcPr>
            <w:tcW w:w="1701" w:type="dxa"/>
          </w:tcPr>
          <w:p w:rsidRPr="009C54AE" w:rsidR="0085747A" w:rsidP="009C54AE" w:rsidRDefault="0085747A" w14:paraId="01729D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0F6D81" w14:paraId="2518AA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:rsidRPr="009C54AE" w:rsidR="0085747A" w:rsidP="00D71695" w:rsidRDefault="000F6D81" w14:paraId="3E3FAB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0F6D81" w:rsidTr="005E6E85" w14:paraId="079FDDC4" w14:textId="77777777">
        <w:tc>
          <w:tcPr>
            <w:tcW w:w="1701" w:type="dxa"/>
          </w:tcPr>
          <w:p w:rsidRPr="009C54AE" w:rsidR="000F6D81" w:rsidP="009C54AE" w:rsidRDefault="000F6D81" w14:paraId="2457F5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0F6D81" w:rsidP="009C54AE" w:rsidRDefault="000F6D81" w14:paraId="5D621C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:rsidRPr="009C54AE" w:rsidR="000F6D81" w:rsidP="00D71695" w:rsidRDefault="000F6D81" w14:paraId="17F75C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0F6D81" w:rsidTr="005E6E85" w14:paraId="05C24E5A" w14:textId="77777777">
        <w:tc>
          <w:tcPr>
            <w:tcW w:w="1701" w:type="dxa"/>
          </w:tcPr>
          <w:p w:rsidRPr="009C54AE" w:rsidR="000F6D81" w:rsidP="009C54AE" w:rsidRDefault="000F6D81" w14:paraId="1B0B6A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0F6D81" w:rsidP="009C54AE" w:rsidRDefault="000F6D81" w14:paraId="2004FA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:rsidRPr="009C54AE" w:rsidR="000F6D81" w:rsidP="00D71695" w:rsidRDefault="000F6D81" w14:paraId="79FD4E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85747A" w:rsidTr="005E6E85" w14:paraId="24A52095" w14:textId="77777777">
        <w:tc>
          <w:tcPr>
            <w:tcW w:w="1701" w:type="dxa"/>
          </w:tcPr>
          <w:p w:rsidRPr="009C54AE" w:rsidR="0085747A" w:rsidP="009C54AE" w:rsidRDefault="000F6D81" w14:paraId="0A4494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85747A" w:rsidP="009C54AE" w:rsidRDefault="000F6D81" w14:paraId="03F87F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:rsidRPr="009C54AE" w:rsidR="0085747A" w:rsidP="00D71695" w:rsidRDefault="000F6D81" w14:paraId="6F3A24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6DDFB5F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A559E2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0E1C65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083E87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07868A37" w14:textId="77777777">
        <w:tc>
          <w:tcPr>
            <w:tcW w:w="9639" w:type="dxa"/>
          </w:tcPr>
          <w:p w:rsidRPr="009C54AE" w:rsidR="0085747A" w:rsidP="009C54AE" w:rsidRDefault="0085747A" w14:paraId="2F7A727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F6D81" w:rsidTr="00923D7D" w14:paraId="40631CE9" w14:textId="77777777">
        <w:tc>
          <w:tcPr>
            <w:tcW w:w="9639" w:type="dxa"/>
          </w:tcPr>
          <w:p w:rsidRPr="009C54AE" w:rsidR="000F6D81" w:rsidP="009D6932" w:rsidRDefault="000F6D81" w14:paraId="4F7115EE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0F6D81" w:rsidTr="00923D7D" w14:paraId="2CDB5B94" w14:textId="77777777">
        <w:tc>
          <w:tcPr>
            <w:tcW w:w="9639" w:type="dxa"/>
          </w:tcPr>
          <w:p w:rsidRPr="005920B2" w:rsidR="000F6D81" w:rsidP="009D6932" w:rsidRDefault="000F6D81" w14:paraId="3558DB21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Pr="009C54AE" w:rsidR="000F6D81" w:rsidTr="00923D7D" w14:paraId="3709843C" w14:textId="77777777">
        <w:tc>
          <w:tcPr>
            <w:tcW w:w="9639" w:type="dxa"/>
          </w:tcPr>
          <w:p w:rsidR="000F6D81" w:rsidP="009D6932" w:rsidRDefault="000F6D81" w14:paraId="76550764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F6D81" w:rsidTr="00923D7D" w14:paraId="67C00B56" w14:textId="77777777">
        <w:tc>
          <w:tcPr>
            <w:tcW w:w="9639" w:type="dxa"/>
          </w:tcPr>
          <w:p w:rsidRPr="009C54AE" w:rsidR="000F6D81" w:rsidP="009D6932" w:rsidRDefault="000F6D81" w14:paraId="0322C3D9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Pr="009C54AE" w:rsidR="000F6D81" w:rsidTr="00923D7D" w14:paraId="394B0FB3" w14:textId="77777777">
        <w:tc>
          <w:tcPr>
            <w:tcW w:w="9639" w:type="dxa"/>
          </w:tcPr>
          <w:p w:rsidR="000F6D81" w:rsidP="009D6932" w:rsidRDefault="000F6D81" w14:paraId="4D7FC23A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Pr="009C54AE" w:rsidR="000F6D81" w:rsidTr="00923D7D" w14:paraId="72CDFD11" w14:textId="77777777">
        <w:tc>
          <w:tcPr>
            <w:tcW w:w="9639" w:type="dxa"/>
          </w:tcPr>
          <w:p w:rsidR="000F6D81" w:rsidP="009D6932" w:rsidRDefault="000F6D81" w14:paraId="0FA61DB2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Pr="009C54AE" w:rsidR="000F6D81" w:rsidTr="00923D7D" w14:paraId="39A6350E" w14:textId="77777777">
        <w:tc>
          <w:tcPr>
            <w:tcW w:w="9639" w:type="dxa"/>
          </w:tcPr>
          <w:p w:rsidRPr="009C54AE" w:rsidR="000F6D81" w:rsidP="009D6932" w:rsidRDefault="000F6D81" w14:paraId="63727959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Pr="009C54AE" w:rsidR="000F6D81" w:rsidTr="00923D7D" w14:paraId="2CDCE93E" w14:textId="77777777">
        <w:tc>
          <w:tcPr>
            <w:tcW w:w="9639" w:type="dxa"/>
          </w:tcPr>
          <w:p w:rsidRPr="005920B2" w:rsidR="000F6D81" w:rsidP="009D6932" w:rsidRDefault="000F6D81" w14:paraId="384E3F3D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1ECC07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29FB5D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41016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18099710" w:rsidRDefault="000F6D81" w14:paraId="5CE1B262" w14:textId="57966D5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18099710" w:rsidR="000F6D81">
        <w:rPr>
          <w:rFonts w:ascii="Corbel" w:hAnsi="Corbel"/>
          <w:b w:val="0"/>
          <w:bCs w:val="0"/>
          <w:caps w:val="0"/>
          <w:smallCaps w:val="0"/>
        </w:rPr>
        <w:t>Ćwiczenia: dyskusja, analiza i interpretacja danych statystycznych oraz tekstów źródłowych, rozwiązywanie zadań, referaty z prezentacją multimedialną</w:t>
      </w:r>
      <w:r w:rsidRPr="18099710" w:rsidR="35954AC3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5399B6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1E267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5A884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D02DDC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20450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1C660247" w14:textId="77777777">
        <w:tc>
          <w:tcPr>
            <w:tcW w:w="1985" w:type="dxa"/>
            <w:vAlign w:val="center"/>
          </w:tcPr>
          <w:p w:rsidRPr="009C54AE" w:rsidR="0085747A" w:rsidP="009C54AE" w:rsidRDefault="0071620A" w14:paraId="2A99B3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57DB9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335A5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C1CE0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ADE47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0F6D81" w:rsidTr="00C05F44" w14:paraId="04477E07" w14:textId="77777777">
        <w:tc>
          <w:tcPr>
            <w:tcW w:w="1985" w:type="dxa"/>
          </w:tcPr>
          <w:p w:rsidRPr="009C54AE" w:rsidR="000F6D81" w:rsidP="009D6932" w:rsidRDefault="000F6D81" w14:paraId="107218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1F6E41" w:rsidR="000F6D81" w:rsidP="009D6932" w:rsidRDefault="000F6D81" w14:paraId="0429E8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:rsidRPr="006E2452" w:rsidR="000F6D81" w:rsidP="00D71695" w:rsidRDefault="00C313C3" w14:paraId="56DA00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0F6D81" w:rsidTr="00C05F44" w14:paraId="1D2FC275" w14:textId="77777777">
        <w:tc>
          <w:tcPr>
            <w:tcW w:w="1985" w:type="dxa"/>
          </w:tcPr>
          <w:p w:rsidRPr="009C54AE" w:rsidR="000F6D81" w:rsidP="009D6932" w:rsidRDefault="000F6D81" w14:paraId="45BA74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:rsidRPr="001F6E41" w:rsidR="000F6D81" w:rsidP="009D6932" w:rsidRDefault="000F6D81" w14:paraId="1D167D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:rsidRPr="006E2452" w:rsidR="000F6D81" w:rsidP="00D71695" w:rsidRDefault="00C313C3" w14:paraId="02DE17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0F6D81" w:rsidTr="00C05F44" w14:paraId="5E45502A" w14:textId="77777777">
        <w:tc>
          <w:tcPr>
            <w:tcW w:w="1985" w:type="dxa"/>
          </w:tcPr>
          <w:p w:rsidRPr="009C54AE" w:rsidR="000F6D81" w:rsidP="009D6932" w:rsidRDefault="000F6D81" w14:paraId="4C43B6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F6E41" w:rsidR="000F6D81" w:rsidP="009D6932" w:rsidRDefault="000F6D81" w14:paraId="5CC8E5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:rsidRPr="006E2452" w:rsidR="000F6D81" w:rsidP="00D71695" w:rsidRDefault="00C313C3" w14:paraId="2216C3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0F6D81" w:rsidTr="00C05F44" w14:paraId="04B56D92" w14:textId="77777777">
        <w:tc>
          <w:tcPr>
            <w:tcW w:w="1985" w:type="dxa"/>
          </w:tcPr>
          <w:p w:rsidRPr="009C54AE" w:rsidR="000F6D81" w:rsidP="009D6932" w:rsidRDefault="000F6D81" w14:paraId="24214C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F6E41" w:rsidR="000F6D81" w:rsidP="009D6932" w:rsidRDefault="000F6D81" w14:paraId="2C90E8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:rsidRPr="006E2452" w:rsidR="000F6D81" w:rsidP="00D71695" w:rsidRDefault="00C313C3" w14:paraId="4E393B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0F6D81" w:rsidTr="00C05F44" w14:paraId="5B050D01" w14:textId="77777777">
        <w:tc>
          <w:tcPr>
            <w:tcW w:w="1985" w:type="dxa"/>
          </w:tcPr>
          <w:p w:rsidRPr="009C54AE" w:rsidR="000F6D81" w:rsidP="009D6932" w:rsidRDefault="000F6D81" w14:paraId="3F393E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F6E41" w:rsidR="000F6D81" w:rsidP="009D6932" w:rsidRDefault="000F6D81" w14:paraId="121D95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:rsidRPr="006E2452" w:rsidR="000F6D81" w:rsidP="00D71695" w:rsidRDefault="00C313C3" w14:paraId="13F938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6BD0B4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0B7191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B495D0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9050D7C" w14:paraId="404EA2C0" w14:textId="77777777">
        <w:tc>
          <w:tcPr>
            <w:tcW w:w="9670" w:type="dxa"/>
          </w:tcPr>
          <w:p w:rsidRPr="009C54AE" w:rsidR="0085747A" w:rsidP="39050D7C" w:rsidRDefault="00C313C3" w14:paraId="58834DDB" w14:textId="3C808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Pr="39050D7C" w:rsidR="57634BBE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Pr="39050D7C" w:rsidR="736E9877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Pr="39050D7C" w:rsidR="6E011258">
              <w:rPr>
                <w:rFonts w:ascii="Corbel" w:hAnsi="Corbel"/>
                <w:b w:val="0"/>
                <w:smallCaps w:val="0"/>
              </w:rPr>
              <w:t>2</w:t>
            </w:r>
            <w:r w:rsidRPr="39050D7C" w:rsidR="736E9877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:rsidRPr="009C54AE" w:rsidR="0085747A" w:rsidP="009C54AE" w:rsidRDefault="0085747A" w14:paraId="23C671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EFFD5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7A93D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64972CF" w14:textId="77777777">
        <w:tc>
          <w:tcPr>
            <w:tcW w:w="4962" w:type="dxa"/>
            <w:vAlign w:val="center"/>
          </w:tcPr>
          <w:p w:rsidRPr="009C54AE" w:rsidR="0085747A" w:rsidP="009C54AE" w:rsidRDefault="00C61DC5" w14:paraId="029B0D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16F4F7F" w14:textId="518762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2937468" w14:textId="77777777">
        <w:tc>
          <w:tcPr>
            <w:tcW w:w="4962" w:type="dxa"/>
          </w:tcPr>
          <w:p w:rsidRPr="009C54AE" w:rsidR="0085747A" w:rsidP="009C54AE" w:rsidRDefault="00C61DC5" w14:paraId="7AC65E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D71695" w:rsidRDefault="00C313C3" w14:paraId="2722F1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26288F9" w14:textId="77777777">
        <w:tc>
          <w:tcPr>
            <w:tcW w:w="4962" w:type="dxa"/>
          </w:tcPr>
          <w:p w:rsidRPr="009C54AE" w:rsidR="00C61DC5" w:rsidP="009C54AE" w:rsidRDefault="00C61DC5" w14:paraId="6DE55C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716738" w:rsidRDefault="00C61DC5" w14:paraId="131C4B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D71695" w:rsidRDefault="00C313C3" w14:paraId="3F88E91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50E6948B" w14:textId="77777777">
        <w:tc>
          <w:tcPr>
            <w:tcW w:w="4962" w:type="dxa"/>
          </w:tcPr>
          <w:p w:rsidRPr="009C54AE" w:rsidR="0071620A" w:rsidP="009C54AE" w:rsidRDefault="00C61DC5" w14:paraId="192D70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716738" w:rsidRDefault="00C61DC5" w14:paraId="7F4A79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D71695" w:rsidRDefault="00C313C3" w14:paraId="67194E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483212C1" w14:textId="77777777">
        <w:tc>
          <w:tcPr>
            <w:tcW w:w="4962" w:type="dxa"/>
          </w:tcPr>
          <w:p w:rsidRPr="009C54AE" w:rsidR="0085747A" w:rsidP="009C54AE" w:rsidRDefault="0085747A" w14:paraId="38DD69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D71695" w:rsidRDefault="00C313C3" w14:paraId="21334D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39A66E32" w14:textId="77777777">
        <w:tc>
          <w:tcPr>
            <w:tcW w:w="4962" w:type="dxa"/>
          </w:tcPr>
          <w:p w:rsidRPr="009C54AE" w:rsidR="0085747A" w:rsidP="009C54AE" w:rsidRDefault="0085747A" w14:paraId="440640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D71695" w:rsidRDefault="00C313C3" w14:paraId="3EE030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0DE413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977C4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2ACCD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A4EF6F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6E2452" w14:paraId="2AD885D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26488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6E2452" w:rsidRDefault="00C313C3" w14:paraId="15D516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6E2452" w14:paraId="415AB0C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F92B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6E2452" w:rsidRDefault="00C313C3" w14:paraId="499702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F3C88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047B82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A710A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39050D7C" w14:paraId="6FDDBEC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DAA22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313C3" w:rsidR="00C313C3" w:rsidP="00C313C3" w:rsidRDefault="00C313C3" w14:paraId="23035B0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:rsidRPr="009C54AE" w:rsidR="00C313C3" w:rsidP="00C313C3" w:rsidRDefault="00C313C3" w14:paraId="52C8792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Pr="009C54AE" w:rsidR="0085747A" w:rsidTr="39050D7C" w14:paraId="7CC5B82E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8ED26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F6E41" w:rsidR="00C313C3" w:rsidP="00C313C3" w:rsidRDefault="00C313C3" w14:paraId="2CEAAB2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:rsidRPr="001F6E41" w:rsidR="00C313C3" w:rsidP="00C313C3" w:rsidRDefault="00C313C3" w14:paraId="41B5E3C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:rsidRPr="00C313C3" w:rsidR="00C313C3" w:rsidP="00C313C3" w:rsidRDefault="00C313C3" w14:paraId="79EFD12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:rsidRPr="009C54AE" w:rsidR="00C313C3" w:rsidP="39050D7C" w:rsidRDefault="00C313C3" w14:paraId="7F1B21E6" w14:textId="3C47F4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Pr="39050D7C" w:rsidR="5D218FB5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Pr="39050D7C" w:rsidR="6CE48FA6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:rsidRPr="009C54AE" w:rsidR="00C313C3" w:rsidP="39050D7C" w:rsidRDefault="5D218FB5" w14:paraId="3963F0E1" w14:textId="772FCD09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Pr="39050D7C" w:rsidR="56CF78A3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:rsidRPr="009C54AE" w:rsidR="00C313C3" w:rsidP="39050D7C" w:rsidRDefault="56CF78A3" w14:paraId="0037EE83" w14:textId="5E517E5D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 w:rsidR="6444C569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Pr="39050D7C" w:rsidR="441B66C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9050D7C" w:rsidR="19563207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Pr="39050D7C" w:rsidR="2C2E4ED9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Pr="39050D7C" w:rsidR="75783FDA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Pr="39050D7C" w:rsidR="46D19FC1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Pr="39050D7C" w:rsidR="7CF4E621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Pr="39050D7C" w:rsidR="5D218FB5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39050D7C" w:rsidR="00C313C3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Pr="009C54AE" w:rsidR="0085747A" w:rsidP="009C54AE" w:rsidRDefault="0085747A" w14:paraId="4837BD7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D6B5C2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ABB6F0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74F7" w:rsidP="00C16ABF" w:rsidRDefault="00BF74F7" w14:paraId="6E3D39A0" w14:textId="77777777">
      <w:pPr>
        <w:spacing w:after="0" w:line="240" w:lineRule="auto"/>
      </w:pPr>
      <w:r>
        <w:separator/>
      </w:r>
    </w:p>
  </w:endnote>
  <w:endnote w:type="continuationSeparator" w:id="0">
    <w:p w:rsidR="00BF74F7" w:rsidP="00C16ABF" w:rsidRDefault="00BF74F7" w14:paraId="3AE5313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74F7" w:rsidP="00C16ABF" w:rsidRDefault="00BF74F7" w14:paraId="73B62D63" w14:textId="77777777">
      <w:pPr>
        <w:spacing w:after="0" w:line="240" w:lineRule="auto"/>
      </w:pPr>
      <w:r>
        <w:separator/>
      </w:r>
    </w:p>
  </w:footnote>
  <w:footnote w:type="continuationSeparator" w:id="0">
    <w:p w:rsidR="00BF74F7" w:rsidP="00C16ABF" w:rsidRDefault="00BF74F7" w14:paraId="7F8FF4E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E157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74F7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C03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8099710"/>
    <w:rsid w:val="19563207"/>
    <w:rsid w:val="23BC20B6"/>
    <w:rsid w:val="2C2E4ED9"/>
    <w:rsid w:val="35954AC3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B3D1D"/>
  </w:style>
  <w:style w:type="character" w:styleId="spellingerror" w:customStyle="1">
    <w:name w:val="spellingerror"/>
    <w:basedOn w:val="Domylnaczcionkaakapitu"/>
    <w:rsid w:val="006B3D1D"/>
  </w:style>
  <w:style w:type="character" w:styleId="eop" w:customStyle="1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3F4EF4-79FF-40DE-BEE0-0742C9D65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C1A00C-CDD3-4DFB-ADF9-94A7500941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18</revision>
  <lastPrinted>2019-02-06T12:12:00.0000000Z</lastPrinted>
  <dcterms:created xsi:type="dcterms:W3CDTF">2020-09-30T13:29:00.0000000Z</dcterms:created>
  <dcterms:modified xsi:type="dcterms:W3CDTF">2020-12-09T19:49:46.2987313Z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